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AB2D72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D6230F">
        <w:rPr>
          <w:rFonts w:cstheme="minorHAnsi"/>
          <w:b/>
          <w:szCs w:val="18"/>
        </w:rPr>
        <w:t xml:space="preserve">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0708CE7E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F43D02" w:rsidRPr="001642B3">
        <w:rPr>
          <w:rFonts w:cstheme="minorHAnsi"/>
          <w:noProof/>
          <w:szCs w:val="18"/>
          <w:lang w:eastAsia="pl-PL"/>
        </w:rPr>
        <w:t>POST/DYS/OW/GZ/04599/2025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F43D02" w:rsidRPr="001642B3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R28: Miasto i Gmina Radzymin, Wólka Radzymińska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6CD20033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F43D02" w:rsidRPr="001642B3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R28: Miasto i Gmina Radzymin, Wólka Radzymińska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2B7B4472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F43D02" w:rsidRPr="001642B3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>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66D8401C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F43D02" w:rsidRPr="001642B3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R28: Miasto i Gmina Radzymin, Wólka Radzymińska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F43D02" w:rsidRPr="001642B3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5FC1D6ED" w14:textId="7B244AF7" w:rsidR="00997374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ACD697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7179014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24F323E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524B2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2C05308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E32E2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17C8110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8067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15FA2F79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lastRenderedPageBreak/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7176F6A8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F43D02" w:rsidRPr="001642B3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R28: Miasto i Gmina Radzymin, Wólka Radzymińska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F43D02" w:rsidRPr="001642B3">
        <w:rPr>
          <w:rFonts w:cstheme="minorHAnsi"/>
          <w:b/>
          <w:noProof/>
        </w:rPr>
        <w:t>POST/DYS/OW/GZ/04599/2025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lastRenderedPageBreak/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lastRenderedPageBreak/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53DD8A3B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F43D02" w:rsidRPr="001642B3">
        <w:rPr>
          <w:rFonts w:cstheme="minorHAnsi"/>
          <w:noProof/>
          <w:lang w:eastAsia="pl-PL"/>
        </w:rPr>
        <w:t>POST/DYS/OW/GZ/04599/2025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F43D02" w:rsidRPr="001642B3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R28: Miasto i Gmina Radzymin, Wólka Radzymińska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3B501A93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F43D02" w:rsidRPr="001642B3">
        <w:rPr>
          <w:rFonts w:cstheme="minorHAnsi"/>
          <w:noProof/>
          <w:lang w:eastAsia="pl-PL"/>
        </w:rPr>
        <w:t>POST/DYS/OW/GZ/04599/2025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F43D02" w:rsidRPr="001642B3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R28: Miasto i Gmina Radzymin, Wólka Radzymińska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7F6B04B8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F43D02" w:rsidRPr="001642B3">
        <w:rPr>
          <w:rFonts w:cstheme="minorHAnsi"/>
          <w:noProof/>
          <w:lang w:eastAsia="pl-PL"/>
        </w:rPr>
        <w:t>POST/DYS/OW/GZ/04599/2025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F43D02" w:rsidRPr="001642B3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R28: Miasto i Gmina Radzymin, Wólka Radzymińska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6A9CD147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F43D02" w:rsidRPr="001642B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Legionowo obszar nr R28: Miasto i Gmina Radzymin, Wólka Radzymińska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7CA64E29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F43D02" w:rsidRPr="001642B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POST/DYS/OW/GZ/04599/2025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18B1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311"/>
    <w:rsid w:val="000D42BE"/>
    <w:rsid w:val="000D5886"/>
    <w:rsid w:val="000E1564"/>
    <w:rsid w:val="000F60F8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D4E36"/>
    <w:rsid w:val="001E7E73"/>
    <w:rsid w:val="001F3242"/>
    <w:rsid w:val="001F3600"/>
    <w:rsid w:val="001F3F20"/>
    <w:rsid w:val="001F737A"/>
    <w:rsid w:val="00200B69"/>
    <w:rsid w:val="00205070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86533"/>
    <w:rsid w:val="002A3129"/>
    <w:rsid w:val="002A48F7"/>
    <w:rsid w:val="002B3D76"/>
    <w:rsid w:val="002B5C62"/>
    <w:rsid w:val="002C470F"/>
    <w:rsid w:val="002C66E0"/>
    <w:rsid w:val="002D3974"/>
    <w:rsid w:val="002D4CAD"/>
    <w:rsid w:val="002E1681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3F40E0"/>
    <w:rsid w:val="0040472A"/>
    <w:rsid w:val="00410750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3419"/>
    <w:rsid w:val="00496273"/>
    <w:rsid w:val="004A5A3C"/>
    <w:rsid w:val="004A723C"/>
    <w:rsid w:val="004B29F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2CD7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38E6"/>
    <w:rsid w:val="00597380"/>
    <w:rsid w:val="005A354D"/>
    <w:rsid w:val="005A4A16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2CFA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2620"/>
    <w:rsid w:val="006E5EF6"/>
    <w:rsid w:val="006F2FD0"/>
    <w:rsid w:val="006F3B57"/>
    <w:rsid w:val="006F5F72"/>
    <w:rsid w:val="007040B4"/>
    <w:rsid w:val="00705D64"/>
    <w:rsid w:val="00710355"/>
    <w:rsid w:val="007146C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7D2ED6"/>
    <w:rsid w:val="007D6DF3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07E7E"/>
    <w:rsid w:val="00910E6D"/>
    <w:rsid w:val="00911FA5"/>
    <w:rsid w:val="00916F80"/>
    <w:rsid w:val="00935B17"/>
    <w:rsid w:val="00936521"/>
    <w:rsid w:val="00936AC2"/>
    <w:rsid w:val="00940075"/>
    <w:rsid w:val="00944154"/>
    <w:rsid w:val="00944BEA"/>
    <w:rsid w:val="0096232C"/>
    <w:rsid w:val="00962358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4ED4"/>
    <w:rsid w:val="0099573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2788"/>
    <w:rsid w:val="00A43299"/>
    <w:rsid w:val="00A467CA"/>
    <w:rsid w:val="00A57E04"/>
    <w:rsid w:val="00A6049B"/>
    <w:rsid w:val="00A62AC7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CB8"/>
    <w:rsid w:val="00BA318C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3088F"/>
    <w:rsid w:val="00C45F7E"/>
    <w:rsid w:val="00C5009D"/>
    <w:rsid w:val="00C51AD4"/>
    <w:rsid w:val="00C53182"/>
    <w:rsid w:val="00C53A22"/>
    <w:rsid w:val="00C64A07"/>
    <w:rsid w:val="00C6569B"/>
    <w:rsid w:val="00C66B9A"/>
    <w:rsid w:val="00C707D1"/>
    <w:rsid w:val="00C737A1"/>
    <w:rsid w:val="00C73916"/>
    <w:rsid w:val="00C76EA7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25215"/>
    <w:rsid w:val="00D516C1"/>
    <w:rsid w:val="00D6230F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495D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5D2A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0573"/>
    <w:rsid w:val="00ED2FD4"/>
    <w:rsid w:val="00ED6BBA"/>
    <w:rsid w:val="00EE5E2C"/>
    <w:rsid w:val="00F0035A"/>
    <w:rsid w:val="00F01E75"/>
    <w:rsid w:val="00F21DD8"/>
    <w:rsid w:val="00F25128"/>
    <w:rsid w:val="00F32BD1"/>
    <w:rsid w:val="00F377D2"/>
    <w:rsid w:val="00F41DC5"/>
    <w:rsid w:val="00F43D02"/>
    <w:rsid w:val="00F4718C"/>
    <w:rsid w:val="00F4789E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0678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80CE65-E343-44D0-BDB9-4FC5611C8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19</Pages>
  <Words>5209</Words>
  <Characters>31255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2025-12-19T06:36:00Z</dcterms:created>
  <dcterms:modified xsi:type="dcterms:W3CDTF">2025-12-19T08:30:00Z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